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9544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_6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95443">
        <w:rPr>
          <w:rFonts w:ascii="Arial Narrow" w:hAnsi="Arial Narrow"/>
          <w:noProof/>
          <w:sz w:val="22"/>
          <w:lang w:val="de-DE"/>
        </w:rPr>
        <w:t>06.11</w:t>
      </w:r>
      <w:r w:rsidR="00595443">
        <w:rPr>
          <w:rFonts w:ascii="Arial Narrow" w:hAnsi="Arial Narrow"/>
          <w:noProof/>
          <w:sz w:val="22"/>
          <w:lang w:val="de-DE"/>
        </w:rPr>
        <w:t>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Default="00E71C34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Hochschulball</w:t>
      </w:r>
    </w:p>
    <w:p w:rsidR="000C1EB8" w:rsidRDefault="000C1EB8" w:rsidP="00FD2802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A26029" w:rsidRDefault="00E71C34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Bestellung Pfandmarken, </w:t>
      </w:r>
      <w:proofErr w:type="spellStart"/>
      <w:r>
        <w:rPr>
          <w:rFonts w:ascii="Arial Narrow" w:hAnsi="Arial Narrow"/>
          <w:sz w:val="22"/>
          <w:lang w:val="de-DE"/>
        </w:rPr>
        <w:t>Gaderobenrollen</w:t>
      </w:r>
      <w:proofErr w:type="spellEnd"/>
      <w:r w:rsidR="00595443">
        <w:rPr>
          <w:rFonts w:ascii="Arial Narrow" w:hAnsi="Arial Narrow"/>
          <w:sz w:val="22"/>
          <w:lang w:val="de-DE"/>
        </w:rPr>
        <w:t>, Kleiderbügel?</w:t>
      </w:r>
    </w:p>
    <w:p w:rsidR="00E71C34" w:rsidRDefault="00E71C34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Rückmeldung für Ausschreibung Entwurf Plakate?</w:t>
      </w:r>
    </w:p>
    <w:p w:rsidR="00E71C34" w:rsidRDefault="00E71C34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 xml:space="preserve"> Liste &gt; Stand?</w:t>
      </w:r>
    </w:p>
    <w:p w:rsidR="00E51B2E" w:rsidRDefault="00E51B2E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 bestellt?</w:t>
      </w:r>
    </w:p>
    <w:p w:rsidR="00FD2802" w:rsidRDefault="00FD2802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Deko? Nur </w:t>
      </w:r>
      <w:proofErr w:type="spellStart"/>
      <w:r>
        <w:rPr>
          <w:rFonts w:ascii="Arial Narrow" w:hAnsi="Arial Narrow"/>
          <w:sz w:val="22"/>
          <w:lang w:val="de-DE"/>
        </w:rPr>
        <w:t>Lichtdeko</w:t>
      </w:r>
      <w:proofErr w:type="spellEnd"/>
      <w:r>
        <w:rPr>
          <w:rFonts w:ascii="Arial Narrow" w:hAnsi="Arial Narrow"/>
          <w:sz w:val="22"/>
          <w:lang w:val="de-DE"/>
        </w:rPr>
        <w:t>? (spart Geld und Zeit)</w:t>
      </w:r>
    </w:p>
    <w:p w:rsidR="00FD2802" w:rsidRDefault="00FD2802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 weit sind die Garderoben?</w:t>
      </w:r>
    </w:p>
    <w:p w:rsidR="00C8383C" w:rsidRPr="00E71C34" w:rsidRDefault="00C8383C" w:rsidP="00211105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E71C34" w:rsidRDefault="00E71C34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42E3D" w:rsidRDefault="00942E3D" w:rsidP="00942E3D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</w:t>
      </w:r>
      <w:r w:rsidR="00EC5EFB">
        <w:rPr>
          <w:rFonts w:ascii="Arial Narrow" w:hAnsi="Arial Narrow"/>
          <w:sz w:val="22"/>
          <w:lang w:val="de-DE"/>
        </w:rPr>
        <w:t xml:space="preserve"> </w:t>
      </w:r>
      <w:r w:rsidR="00595443">
        <w:rPr>
          <w:rFonts w:ascii="Arial Narrow" w:hAnsi="Arial Narrow"/>
          <w:sz w:val="22"/>
          <w:lang w:val="de-DE"/>
        </w:rPr>
        <w:t xml:space="preserve">? </w:t>
      </w:r>
    </w:p>
    <w:p w:rsid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</w:t>
      </w:r>
      <w:r w:rsidR="000806BF">
        <w:rPr>
          <w:rFonts w:ascii="Arial Narrow" w:hAnsi="Arial Narrow"/>
          <w:sz w:val="22"/>
          <w:lang w:val="de-DE"/>
        </w:rPr>
        <w:t>, System erstellen, wegen Geldrückgabesystem (wenn zu spät)</w:t>
      </w:r>
    </w:p>
    <w:p w:rsidR="008E131C" w:rsidRDefault="008E131C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CEE-Weihnachtsfeier am 12.12., Mail von Torben Lietz</w:t>
      </w:r>
      <w:r w:rsidR="00595443">
        <w:rPr>
          <w:rFonts w:ascii="Arial Narrow" w:hAnsi="Arial Narrow"/>
          <w:sz w:val="22"/>
          <w:lang w:val="de-DE"/>
        </w:rPr>
        <w:t>, was können sie ausleihen Beni?</w:t>
      </w:r>
    </w:p>
    <w:p w:rsidR="00C8383C" w:rsidRPr="00AC7687" w:rsidRDefault="00C8383C" w:rsidP="00595443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C8383C" w:rsidRPr="00AC768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D0" w:rsidRDefault="008B3BD0">
      <w:pPr>
        <w:spacing w:line="20" w:lineRule="exact"/>
      </w:pPr>
    </w:p>
  </w:endnote>
  <w:endnote w:type="continuationSeparator" w:id="0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D0" w:rsidRDefault="008B3BD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B3BD0" w:rsidRDefault="008B3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BD0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B3BD0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B3BD0" w:rsidRPr="00CF0EE6" w:rsidRDefault="008B3BD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D280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8B3BD0" w:rsidRPr="00CF0EE6" w:rsidRDefault="008B3BD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8B3BD0" w:rsidRPr="00CF0EE6" w:rsidRDefault="008B3BD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8B3BD0" w:rsidRPr="00CF0EE6" w:rsidRDefault="008B3BD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36A84FCA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50436E">
      <w:start w:val="1"/>
      <w:numFmt w:val="lowerLetter"/>
      <w:lvlText w:val="%3.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9"/>
    <w:rsid w:val="00010829"/>
    <w:rsid w:val="000243CF"/>
    <w:rsid w:val="000459F9"/>
    <w:rsid w:val="00052A2E"/>
    <w:rsid w:val="00063E3E"/>
    <w:rsid w:val="000806BF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105"/>
    <w:rsid w:val="00211E26"/>
    <w:rsid w:val="00273332"/>
    <w:rsid w:val="00274830"/>
    <w:rsid w:val="002A571F"/>
    <w:rsid w:val="002A5F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3B4"/>
    <w:rsid w:val="003B669B"/>
    <w:rsid w:val="004108F1"/>
    <w:rsid w:val="00425EF5"/>
    <w:rsid w:val="004359A0"/>
    <w:rsid w:val="00441B0C"/>
    <w:rsid w:val="00487AF4"/>
    <w:rsid w:val="004D1F62"/>
    <w:rsid w:val="004E1946"/>
    <w:rsid w:val="00501683"/>
    <w:rsid w:val="00501BD9"/>
    <w:rsid w:val="00543129"/>
    <w:rsid w:val="00595443"/>
    <w:rsid w:val="005A338E"/>
    <w:rsid w:val="005B1C22"/>
    <w:rsid w:val="005F45A2"/>
    <w:rsid w:val="00602994"/>
    <w:rsid w:val="00606F9B"/>
    <w:rsid w:val="0065353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93756"/>
    <w:rsid w:val="008B3BD0"/>
    <w:rsid w:val="008C250E"/>
    <w:rsid w:val="008D16EC"/>
    <w:rsid w:val="008D2BDB"/>
    <w:rsid w:val="008E131C"/>
    <w:rsid w:val="008F7364"/>
    <w:rsid w:val="00927544"/>
    <w:rsid w:val="009301A0"/>
    <w:rsid w:val="00937828"/>
    <w:rsid w:val="00942E3D"/>
    <w:rsid w:val="009757B0"/>
    <w:rsid w:val="009906B7"/>
    <w:rsid w:val="009B7B2F"/>
    <w:rsid w:val="009D3E73"/>
    <w:rsid w:val="009E6CE4"/>
    <w:rsid w:val="00A05515"/>
    <w:rsid w:val="00A26029"/>
    <w:rsid w:val="00A448D9"/>
    <w:rsid w:val="00A44D35"/>
    <w:rsid w:val="00A504B9"/>
    <w:rsid w:val="00A56D43"/>
    <w:rsid w:val="00A87E62"/>
    <w:rsid w:val="00A94BC2"/>
    <w:rsid w:val="00AC7687"/>
    <w:rsid w:val="00AE757F"/>
    <w:rsid w:val="00AF264D"/>
    <w:rsid w:val="00B25462"/>
    <w:rsid w:val="00B262CA"/>
    <w:rsid w:val="00B31937"/>
    <w:rsid w:val="00B43ED5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8383C"/>
    <w:rsid w:val="00CA5DF7"/>
    <w:rsid w:val="00CB5BD5"/>
    <w:rsid w:val="00CD7327"/>
    <w:rsid w:val="00CE2A63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1B2E"/>
    <w:rsid w:val="00E52891"/>
    <w:rsid w:val="00E66A27"/>
    <w:rsid w:val="00E71C34"/>
    <w:rsid w:val="00E81768"/>
    <w:rsid w:val="00E97E93"/>
    <w:rsid w:val="00EA30A5"/>
    <w:rsid w:val="00EB31F2"/>
    <w:rsid w:val="00EC5EFB"/>
    <w:rsid w:val="00ED161B"/>
    <w:rsid w:val="00F15EEB"/>
    <w:rsid w:val="00F834DE"/>
    <w:rsid w:val="00FB32AE"/>
    <w:rsid w:val="00FD2802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</dc:creator>
  <cp:lastModifiedBy>Janine</cp:lastModifiedBy>
  <cp:revision>3</cp:revision>
  <cp:lastPrinted>2012-10-30T11:44:00Z</cp:lastPrinted>
  <dcterms:created xsi:type="dcterms:W3CDTF">2012-10-30T14:58:00Z</dcterms:created>
  <dcterms:modified xsi:type="dcterms:W3CDTF">2012-10-30T14:59:00Z</dcterms:modified>
</cp:coreProperties>
</file>